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</w:t>
      </w:r>
      <w:r w:rsidR="008F2736">
        <w:rPr>
          <w:sz w:val="32"/>
          <w:szCs w:val="32"/>
        </w:rPr>
        <w:t xml:space="preserve"> __________________________</w:t>
      </w:r>
      <w:r w:rsidR="008F2736">
        <w:rPr>
          <w:sz w:val="32"/>
          <w:szCs w:val="32"/>
        </w:rPr>
        <w:tab/>
      </w:r>
      <w:r w:rsidRPr="008273DD">
        <w:rPr>
          <w:sz w:val="32"/>
          <w:szCs w:val="32"/>
        </w:rPr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D05412" w:rsidP="00D05412">
      <w:pPr>
        <w:pStyle w:val="berschrift4"/>
        <w:rPr>
          <w:sz w:val="32"/>
          <w:szCs w:val="32"/>
        </w:rPr>
      </w:pPr>
      <w:r w:rsidRPr="005C626C">
        <w:rPr>
          <w:sz w:val="32"/>
          <w:szCs w:val="32"/>
        </w:rPr>
        <w:t xml:space="preserve">Aufgabe </w:t>
      </w:r>
      <w:r w:rsidR="00BE399D">
        <w:rPr>
          <w:sz w:val="32"/>
          <w:szCs w:val="32"/>
        </w:rPr>
        <w:t>5</w:t>
      </w:r>
      <w:r w:rsidR="00473347">
        <w:rPr>
          <w:sz w:val="32"/>
          <w:szCs w:val="32"/>
        </w:rPr>
        <w:t>a</w:t>
      </w:r>
    </w:p>
    <w:p w:rsidR="00473347" w:rsidRPr="00BE399D" w:rsidRDefault="00BE399D" w:rsidP="00473347">
      <w:pPr>
        <w:spacing w:after="0"/>
        <w:rPr>
          <w:sz w:val="32"/>
          <w:szCs w:val="32"/>
        </w:rPr>
      </w:pPr>
      <w:r w:rsidRPr="00BE399D">
        <w:rPr>
          <w:sz w:val="32"/>
          <w:szCs w:val="32"/>
        </w:rPr>
        <w:t>Gegeben ist das Dreieck ABC.</w:t>
      </w:r>
    </w:p>
    <w:p w:rsidR="00A82E4E" w:rsidRDefault="00A82E4E" w:rsidP="00A82E4E">
      <w:pPr>
        <w:rPr>
          <w:sz w:val="32"/>
          <w:szCs w:val="32"/>
        </w:rPr>
      </w:pPr>
    </w:p>
    <w:p w:rsidR="00473347" w:rsidRDefault="00816842" w:rsidP="00A82E4E">
      <w:pPr>
        <w:rPr>
          <w:sz w:val="32"/>
          <w:szCs w:val="32"/>
        </w:rPr>
      </w:pPr>
      <w:bookmarkStart w:id="0" w:name="_GoBack"/>
      <w:r>
        <w:rPr>
          <w:noProof/>
          <w:sz w:val="32"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369570</wp:posOffset>
                </wp:positionH>
                <wp:positionV relativeFrom="paragraph">
                  <wp:posOffset>90805</wp:posOffset>
                </wp:positionV>
                <wp:extent cx="7848600" cy="3901982"/>
                <wp:effectExtent l="0" t="0" r="0" b="0"/>
                <wp:wrapNone/>
                <wp:docPr id="276" name="Gruppieren 2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48600" cy="3901982"/>
                          <a:chOff x="0" y="0"/>
                          <a:chExt cx="7848600" cy="3901982"/>
                        </a:xfrm>
                      </wpg:grpSpPr>
                      <wpg:grpSp>
                        <wpg:cNvPr id="262" name="Gruppieren 262"/>
                        <wpg:cNvGrpSpPr/>
                        <wpg:grpSpPr>
                          <a:xfrm>
                            <a:off x="0" y="167640"/>
                            <a:ext cx="7492851" cy="3734342"/>
                            <a:chOff x="0" y="0"/>
                            <a:chExt cx="7492851" cy="3734342"/>
                          </a:xfrm>
                        </wpg:grpSpPr>
                        <wps:wsp>
                          <wps:cNvPr id="258" name="Rechtwinkliges Dreieck 258"/>
                          <wps:cNvSpPr/>
                          <wps:spPr>
                            <a:xfrm>
                              <a:off x="667871" y="295518"/>
                              <a:ext cx="6824980" cy="2768600"/>
                            </a:xfrm>
                            <a:prstGeom prst="rtTriangle">
                              <a:avLst/>
                            </a:prstGeom>
                            <a:noFill/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8" name="Bogen 218"/>
                          <wps:cNvSpPr/>
                          <wps:spPr>
                            <a:xfrm rot="5680654">
                              <a:off x="237565" y="-317"/>
                              <a:ext cx="978535" cy="979170"/>
                            </a:xfrm>
                            <a:prstGeom prst="arc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9" name="Ellipse 219"/>
                          <wps:cNvSpPr/>
                          <wps:spPr>
                            <a:xfrm rot="12840246">
                              <a:off x="865094" y="2698060"/>
                              <a:ext cx="141605" cy="14287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9" name="Bogen 259"/>
                          <wps:cNvSpPr/>
                          <wps:spPr>
                            <a:xfrm>
                              <a:off x="0" y="2388777"/>
                              <a:ext cx="1344295" cy="1345565"/>
                            </a:xfrm>
                            <a:prstGeom prst="arc">
                              <a:avLst/>
                            </a:pr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0" name="Bogen 260"/>
                          <wps:cNvSpPr/>
                          <wps:spPr>
                            <a:xfrm rot="14458050">
                              <a:off x="5484159" y="2485148"/>
                              <a:ext cx="552096" cy="485699"/>
                            </a:xfrm>
                            <a:custGeom>
                              <a:avLst/>
                              <a:gdLst>
                                <a:gd name="connsiteX0" fmla="*/ 445452 w 890905"/>
                                <a:gd name="connsiteY0" fmla="*/ 0 h 955675"/>
                                <a:gd name="connsiteX1" fmla="*/ 890905 w 890905"/>
                                <a:gd name="connsiteY1" fmla="*/ 477838 h 955675"/>
                                <a:gd name="connsiteX2" fmla="*/ 445453 w 890905"/>
                                <a:gd name="connsiteY2" fmla="*/ 477838 h 955675"/>
                                <a:gd name="connsiteX3" fmla="*/ 445452 w 890905"/>
                                <a:gd name="connsiteY3" fmla="*/ 0 h 955675"/>
                                <a:gd name="connsiteX0" fmla="*/ 445452 w 890905"/>
                                <a:gd name="connsiteY0" fmla="*/ 0 h 955675"/>
                                <a:gd name="connsiteX1" fmla="*/ 890905 w 890905"/>
                                <a:gd name="connsiteY1" fmla="*/ 477838 h 955675"/>
                                <a:gd name="connsiteX0" fmla="*/ 0 w 552096"/>
                                <a:gd name="connsiteY0" fmla="*/ 0 h 477838"/>
                                <a:gd name="connsiteX1" fmla="*/ 445453 w 552096"/>
                                <a:gd name="connsiteY1" fmla="*/ 477838 h 477838"/>
                                <a:gd name="connsiteX2" fmla="*/ 1 w 552096"/>
                                <a:gd name="connsiteY2" fmla="*/ 477838 h 477838"/>
                                <a:gd name="connsiteX3" fmla="*/ 0 w 552096"/>
                                <a:gd name="connsiteY3" fmla="*/ 0 h 477838"/>
                                <a:gd name="connsiteX0" fmla="*/ 0 w 552096"/>
                                <a:gd name="connsiteY0" fmla="*/ 0 h 477838"/>
                                <a:gd name="connsiteX1" fmla="*/ 552096 w 552096"/>
                                <a:gd name="connsiteY1" fmla="*/ 424247 h 477838"/>
                                <a:gd name="connsiteX0" fmla="*/ 0 w 552096"/>
                                <a:gd name="connsiteY0" fmla="*/ 0 h 477838"/>
                                <a:gd name="connsiteX1" fmla="*/ 445453 w 552096"/>
                                <a:gd name="connsiteY1" fmla="*/ 477838 h 477838"/>
                                <a:gd name="connsiteX2" fmla="*/ 1 w 552096"/>
                                <a:gd name="connsiteY2" fmla="*/ 477838 h 477838"/>
                                <a:gd name="connsiteX3" fmla="*/ 0 w 552096"/>
                                <a:gd name="connsiteY3" fmla="*/ 0 h 477838"/>
                                <a:gd name="connsiteX0" fmla="*/ 41821 w 552096"/>
                                <a:gd name="connsiteY0" fmla="*/ 7826 h 477838"/>
                                <a:gd name="connsiteX1" fmla="*/ 552096 w 552096"/>
                                <a:gd name="connsiteY1" fmla="*/ 424247 h 477838"/>
                                <a:gd name="connsiteX0" fmla="*/ 0 w 552096"/>
                                <a:gd name="connsiteY0" fmla="*/ 0 h 477838"/>
                                <a:gd name="connsiteX1" fmla="*/ 445453 w 552096"/>
                                <a:gd name="connsiteY1" fmla="*/ 477838 h 477838"/>
                                <a:gd name="connsiteX2" fmla="*/ 1 w 552096"/>
                                <a:gd name="connsiteY2" fmla="*/ 477838 h 477838"/>
                                <a:gd name="connsiteX3" fmla="*/ 0 w 552096"/>
                                <a:gd name="connsiteY3" fmla="*/ 0 h 477838"/>
                                <a:gd name="connsiteX0" fmla="*/ 41821 w 552096"/>
                                <a:gd name="connsiteY0" fmla="*/ 7826 h 477838"/>
                                <a:gd name="connsiteX1" fmla="*/ 552096 w 552096"/>
                                <a:gd name="connsiteY1" fmla="*/ 424247 h 477838"/>
                                <a:gd name="connsiteX0" fmla="*/ 0 w 552096"/>
                                <a:gd name="connsiteY0" fmla="*/ 0 h 477838"/>
                                <a:gd name="connsiteX1" fmla="*/ 445453 w 552096"/>
                                <a:gd name="connsiteY1" fmla="*/ 477838 h 477838"/>
                                <a:gd name="connsiteX2" fmla="*/ 1 w 552096"/>
                                <a:gd name="connsiteY2" fmla="*/ 477838 h 477838"/>
                                <a:gd name="connsiteX3" fmla="*/ 0 w 552096"/>
                                <a:gd name="connsiteY3" fmla="*/ 0 h 477838"/>
                                <a:gd name="connsiteX0" fmla="*/ 41821 w 552096"/>
                                <a:gd name="connsiteY0" fmla="*/ 7826 h 477838"/>
                                <a:gd name="connsiteX1" fmla="*/ 552096 w 552096"/>
                                <a:gd name="connsiteY1" fmla="*/ 424247 h 477838"/>
                                <a:gd name="connsiteX0" fmla="*/ 0 w 552096"/>
                                <a:gd name="connsiteY0" fmla="*/ 7861 h 485699"/>
                                <a:gd name="connsiteX1" fmla="*/ 445453 w 552096"/>
                                <a:gd name="connsiteY1" fmla="*/ 485699 h 485699"/>
                                <a:gd name="connsiteX2" fmla="*/ 1 w 552096"/>
                                <a:gd name="connsiteY2" fmla="*/ 485699 h 485699"/>
                                <a:gd name="connsiteX3" fmla="*/ 0 w 552096"/>
                                <a:gd name="connsiteY3" fmla="*/ 7861 h 485699"/>
                                <a:gd name="connsiteX0" fmla="*/ 50527 w 552096"/>
                                <a:gd name="connsiteY0" fmla="*/ 0 h 485699"/>
                                <a:gd name="connsiteX1" fmla="*/ 552096 w 552096"/>
                                <a:gd name="connsiteY1" fmla="*/ 432108 h 48569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</a:cxnLst>
                              <a:rect l="l" t="t" r="r" b="b"/>
                              <a:pathLst>
                                <a:path w="552096" h="485699" stroke="0" extrusionOk="0">
                                  <a:moveTo>
                                    <a:pt x="0" y="7861"/>
                                  </a:moveTo>
                                  <a:cubicBezTo>
                                    <a:pt x="246017" y="7861"/>
                                    <a:pt x="445453" y="221796"/>
                                    <a:pt x="445453" y="485699"/>
                                  </a:cubicBezTo>
                                  <a:lnTo>
                                    <a:pt x="1" y="485699"/>
                                  </a:lnTo>
                                  <a:cubicBezTo>
                                    <a:pt x="1" y="326420"/>
                                    <a:pt x="0" y="167140"/>
                                    <a:pt x="0" y="7861"/>
                                  </a:cubicBezTo>
                                  <a:close/>
                                </a:path>
                                <a:path w="552096" h="485699" fill="none">
                                  <a:moveTo>
                                    <a:pt x="50527" y="0"/>
                                  </a:moveTo>
                                  <a:cubicBezTo>
                                    <a:pt x="239076" y="75825"/>
                                    <a:pt x="433652" y="261480"/>
                                    <a:pt x="552096" y="432108"/>
                                  </a:cubicBezTo>
                                </a:path>
                              </a:pathLst>
                            </a:custGeom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75" name="Gruppieren 275"/>
                        <wpg:cNvGrpSpPr/>
                        <wpg:grpSpPr>
                          <a:xfrm>
                            <a:off x="228600" y="0"/>
                            <a:ext cx="7620000" cy="3805555"/>
                            <a:chOff x="0" y="0"/>
                            <a:chExt cx="7620000" cy="3805555"/>
                          </a:xfrm>
                        </wpg:grpSpPr>
                        <wps:wsp>
                          <wps:cNvPr id="264" name="Textfeld 2"/>
                          <wps:cNvSpPr txBox="1">
                            <a:spLocks noChangeArrowheads="1"/>
                          </wps:cNvSpPr>
                          <wps:spPr bwMode="auto">
                            <a:xfrm rot="1302483">
                              <a:off x="2974975" y="1356360"/>
                              <a:ext cx="1892300" cy="4273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6842" w:rsidRPr="00816842" w:rsidRDefault="00816842" w:rsidP="00816842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sz w:val="32"/>
                                    <w:szCs w:val="32"/>
                                  </w:rPr>
                                  <w:t>a</w:t>
                                </w:r>
                                <w:r w:rsidRPr="00816842">
                                  <w:rPr>
                                    <w:sz w:val="32"/>
                                    <w:szCs w:val="32"/>
                                  </w:rPr>
                                  <w:t xml:space="preserve"> = 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15</w:t>
                                </w:r>
                                <w:r w:rsidRPr="00816842">
                                  <w:rPr>
                                    <w:sz w:val="32"/>
                                    <w:szCs w:val="32"/>
                                  </w:rPr>
                                  <w:t xml:space="preserve">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9875" y="0"/>
                              <a:ext cx="334010" cy="36322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6842" w:rsidRPr="00816842" w:rsidRDefault="00816842" w:rsidP="00816842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816842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255" y="3360420"/>
                              <a:ext cx="474345" cy="44513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6842" w:rsidRPr="00816842" w:rsidRDefault="00816842" w:rsidP="00816842">
                                <w:pPr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28815" y="3299460"/>
                              <a:ext cx="591185" cy="44513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6842" w:rsidRPr="00816842" w:rsidRDefault="00816842" w:rsidP="00816842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8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34995" y="3360420"/>
                              <a:ext cx="591185" cy="44513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6842" w:rsidRPr="00816842" w:rsidRDefault="00816842" w:rsidP="00816842">
                                <w:pPr>
                                  <w:jc w:val="center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9" name="Textfeld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-758825" y="1699260"/>
                              <a:ext cx="1875155" cy="35750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816842" w:rsidRPr="00816842" w:rsidRDefault="00816842" w:rsidP="00816842">
                                <w:pPr>
                                  <w:jc w:val="center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16842">
                                  <w:rPr>
                                    <w:sz w:val="32"/>
                                    <w:szCs w:val="32"/>
                                  </w:rPr>
                                  <w:t>b = 9 cm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g:grpSp>
                          <wpg:cNvPr id="274" name="Gruppieren 274"/>
                          <wpg:cNvGrpSpPr/>
                          <wpg:grpSpPr>
                            <a:xfrm>
                              <a:off x="422275" y="510540"/>
                              <a:ext cx="426085" cy="644525"/>
                              <a:chOff x="0" y="0"/>
                              <a:chExt cx="426085" cy="644525"/>
                            </a:xfrm>
                          </wpg:grpSpPr>
                          <wps:wsp>
                            <wps:cNvPr id="270" name="Gleichschenkliges Dreieck 270"/>
                            <wps:cNvSpPr/>
                            <wps:spPr>
                              <a:xfrm rot="19087606">
                                <a:off x="0" y="58615"/>
                                <a:ext cx="426085" cy="397510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3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3785" y="0"/>
                                <a:ext cx="316230" cy="644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6842" w:rsidRPr="00816842" w:rsidRDefault="00816842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16842">
                                    <w:rPr>
                                      <w:rFonts w:ascii="Symbol" w:hAnsi="Symbol" w:cs="Symbol"/>
                                      <w:sz w:val="52"/>
                                      <w:szCs w:val="52"/>
                                    </w:rPr>
                                    <w:t>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g:grpSp>
                          <wpg:cNvPr id="273" name="Gruppieren 273"/>
                          <wpg:cNvGrpSpPr/>
                          <wpg:grpSpPr>
                            <a:xfrm>
                              <a:off x="5558155" y="2651760"/>
                              <a:ext cx="642620" cy="644525"/>
                              <a:chOff x="0" y="0"/>
                              <a:chExt cx="642620" cy="644525"/>
                            </a:xfrm>
                          </wpg:grpSpPr>
                          <wps:wsp>
                            <wps:cNvPr id="271" name="Gleichschenkliges Dreieck 271"/>
                            <wps:cNvSpPr/>
                            <wps:spPr>
                              <a:xfrm rot="6260908">
                                <a:off x="67945" y="11723"/>
                                <a:ext cx="506730" cy="642620"/>
                              </a:xfrm>
                              <a:prstGeom prst="triangle">
                                <a:avLst>
                                  <a:gd name="adj" fmla="val 53225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2" name="Textfeld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053" y="0"/>
                                <a:ext cx="316230" cy="6445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6842" w:rsidRPr="00816842" w:rsidRDefault="00816842" w:rsidP="00816842">
                                  <w:pPr>
                                    <w:rPr>
                                      <w:sz w:val="52"/>
                                      <w:szCs w:val="52"/>
                                    </w:rPr>
                                  </w:pPr>
                                  <w:r w:rsidRPr="00816842">
                                    <w:rPr>
                                      <w:rFonts w:ascii="Symbol" w:hAnsi="Symbol" w:cs="Symbol"/>
                                      <w:sz w:val="52"/>
                                      <w:szCs w:val="52"/>
                                    </w:rPr>
                                    <w:t>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76" o:spid="_x0000_s1026" style="position:absolute;margin-left:29.1pt;margin-top:7.15pt;width:618pt;height:307.25pt;z-index:251688960" coordsize="78486,390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">
                <v:group id="Gruppieren 262" o:spid="_x0000_s1027" style="position:absolute;top:1676;width:74928;height:37343" coordsize="74928,37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echtwinkliges Dreieck 258" o:spid="_x0000_s1028" type="#_x0000_t6" style="position:absolute;left:6678;top:2955;width:68250;height:27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" filled="f" strokecolor="red" strokeweight="3pt"/>
                  <v:shape id="Bogen 218" o:spid="_x0000_s1029" style="position:absolute;left:2375;top:-3;width:9785;height:9792;rotation:6204789fd;visibility:visible;mso-wrap-style:square;v-text-anchor:middle" coordsize="978535,979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" path="m489267,nsc759482,,978535,219195,978535,489585r-489267,c489268,326390,489267,163195,489267,xem489267,nfc759482,,978535,219195,978535,489585e" filled="f" strokecolor="red" strokeweight="3pt">
                    <v:path arrowok="t" o:connecttype="custom" o:connectlocs="489267,0;978535,489585" o:connectangles="0,0"/>
                  </v:shape>
                  <v:oval id="Ellipse 219" o:spid="_x0000_s1030" style="position:absolute;left:8650;top:26980;width:1416;height:1429;rotation:-956798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" fillcolor="black [3213]" stroked="f" strokeweight="2pt"/>
                  <v:shape id="Bogen 259" o:spid="_x0000_s1031" style="position:absolute;top:23887;width:13442;height:13456;visibility:visible;mso-wrap-style:square;v-text-anchor:middle" coordsize="1344295,134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" path="m672147,nsc1043364,,1344295,301215,1344295,672783r-672147,c672148,448522,672147,224261,672147,xem672147,nfc1043364,,1344295,301215,1344295,672783e" filled="f" strokecolor="red" strokeweight="3pt">
                    <v:path arrowok="t" o:connecttype="custom" o:connectlocs="672147,0;1344295,672783" o:connectangles="0,0"/>
                  </v:shape>
                  <v:shape id="Bogen 260" o:spid="_x0000_s1032" style="position:absolute;left:54841;top:24851;width:5521;height:4857;rotation:-7800914fd;visibility:visible;mso-wrap-style:square;v-text-anchor:middle" coordsize="552096,485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" path="m,7861nsc246017,7861,445453,221796,445453,485699l1,485699c1,326420,,167140,,7861xem50527,nfc239076,75825,433652,261480,552096,432108e" filled="f" strokecolor="red" strokeweight="3pt">
                    <v:path arrowok="t" o:connecttype="custom" o:connectlocs="50527,0;552096,432108" o:connectangles="0,0"/>
                  </v:shape>
                </v:group>
                <v:group id="Gruppieren 275" o:spid="_x0000_s1033" style="position:absolute;left:2286;width:76200;height:38055" coordsize="76200,38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4" type="#_x0000_t202" style="position:absolute;left:29749;top:13563;width:18923;height:4274;rotation:142265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" fillcolor="white [3212]" stroked="f">
                    <v:textbox>
                      <w:txbxContent>
                        <w:p w:rsidR="00816842" w:rsidRPr="00816842" w:rsidRDefault="00816842" w:rsidP="00816842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>a</w:t>
                          </w:r>
                          <w:r w:rsidRPr="00816842">
                            <w:rPr>
                              <w:sz w:val="32"/>
                              <w:szCs w:val="32"/>
                            </w:rPr>
                            <w:t xml:space="preserve"> = </w:t>
                          </w:r>
                          <w:r>
                            <w:rPr>
                              <w:sz w:val="32"/>
                              <w:szCs w:val="32"/>
                            </w:rPr>
                            <w:t>15</w:t>
                          </w:r>
                          <w:r w:rsidRPr="00816842">
                            <w:rPr>
                              <w:sz w:val="32"/>
                              <w:szCs w:val="32"/>
                            </w:rPr>
                            <w:t xml:space="preserve"> cm</w:t>
                          </w:r>
                        </w:p>
                      </w:txbxContent>
                    </v:textbox>
                  </v:shape>
                  <v:shape id="_x0000_s1035" type="#_x0000_t202" style="position:absolute;left:2698;width:3340;height:3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" fillcolor="white [3212]" stroked="f">
                    <v:textbox>
                      <w:txbxContent>
                        <w:p w:rsidR="00816842" w:rsidRPr="00816842" w:rsidRDefault="00816842" w:rsidP="00816842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816842">
                            <w:rPr>
                              <w:b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36" type="#_x0000_t202" style="position:absolute;left:2622;top:33604;width:4744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" fillcolor="white [3212]" stroked="f">
                    <v:textbox>
                      <w:txbxContent>
                        <w:p w:rsidR="00816842" w:rsidRPr="00816842" w:rsidRDefault="00816842" w:rsidP="00816842">
                          <w:pPr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37" type="#_x0000_t202" style="position:absolute;left:70288;top:32994;width:5912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" fillcolor="white [3212]" stroked="f">
                    <v:textbox>
                      <w:txbxContent>
                        <w:p w:rsidR="00816842" w:rsidRPr="00816842" w:rsidRDefault="00816842" w:rsidP="00816842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38" type="#_x0000_t202" style="position:absolute;left:31349;top:33604;width:5912;height:44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" fillcolor="white [3212]" stroked="f">
                    <v:textbox>
                      <w:txbxContent>
                        <w:p w:rsidR="00816842" w:rsidRPr="00816842" w:rsidRDefault="00816842" w:rsidP="00816842">
                          <w:pPr>
                            <w:jc w:val="center"/>
                            <w:rPr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39" type="#_x0000_t202" style="position:absolute;left:-7588;top:16992;width:18751;height:35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" fillcolor="white [3212]" stroked="f">
                    <v:textbox>
                      <w:txbxContent>
                        <w:p w:rsidR="00816842" w:rsidRPr="00816842" w:rsidRDefault="00816842" w:rsidP="00816842">
                          <w:pPr>
                            <w:jc w:val="center"/>
                            <w:rPr>
                              <w:sz w:val="32"/>
                              <w:szCs w:val="32"/>
                            </w:rPr>
                          </w:pPr>
                          <w:r w:rsidRPr="00816842">
                            <w:rPr>
                              <w:sz w:val="32"/>
                              <w:szCs w:val="32"/>
                            </w:rPr>
                            <w:t>b = 9 cm</w:t>
                          </w:r>
                        </w:p>
                      </w:txbxContent>
                    </v:textbox>
                  </v:shape>
                  <v:group id="Gruppieren 274" o:spid="_x0000_s1040" style="position:absolute;left:4222;top:5105;width:4261;height:6445" coordsize="4260,6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Gleichschenkliges Dreieck 270" o:spid="_x0000_s1041" type="#_x0000_t5" style="position:absolute;top:586;width:4260;height:3975;rotation:-274420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" fillcolor="white [3212]" stroked="f" strokeweight="2pt"/>
                    <v:shape id="_x0000_s1042" type="#_x0000_t202" style="position:absolute;left:937;width:3163;height:6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VL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E8e4PnmXgE5OoBAAD//wMAUEsBAi0AFAAGAAgAAAAhANvh9svuAAAAhQEAABMAAAAAAAAAAAAA&#10;AAAAAAAAAFtDb250ZW50X1R5cGVzXS54bWxQSwECLQAUAAYACAAAACEAWvQsW78AAAAVAQAACwAA&#10;AAAAAAAAAAAAAAAfAQAAX3JlbHMvLnJlbHNQSwECLQAUAAYACAAAACEAGngFS8MAAADcAAAADwAA&#10;AAAAAAAAAAAAAAAHAgAAZHJzL2Rvd25yZXYueG1sUEsFBgAAAAADAAMAtwAAAPcCAAAAAA==&#10;" filled="f" stroked="f">
                      <v:textbox>
                        <w:txbxContent>
                          <w:p w:rsidR="00816842" w:rsidRPr="00816842" w:rsidRDefault="00816842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16842">
                              <w:rPr>
                                <w:rFonts w:ascii="Symbol" w:hAnsi="Symbol" w:cs="Symbol"/>
                                <w:sz w:val="52"/>
                                <w:szCs w:val="52"/>
                              </w:rPr>
                              <w:t></w:t>
                            </w:r>
                          </w:p>
                        </w:txbxContent>
                      </v:textbox>
                    </v:shape>
                  </v:group>
                  <v:group id="Gruppieren 273" o:spid="_x0000_s1043" style="position:absolute;left:55581;top:26517;width:6426;height:6445" coordsize="6426,64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RYq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5TeHvTDgCcv0LAAD//wMAUEsBAi0AFAAGAAgAAAAhANvh9svuAAAAhQEAABMAAAAAAAAA&#10;AAAAAAAAAAAAAFtDb250ZW50X1R5cGVzXS54bWxQSwECLQAUAAYACAAAACEAWvQsW78AAAAVAQAA&#10;CwAAAAAAAAAAAAAAAAAfAQAAX3JlbHMvLnJlbHNQSwECLQAUAAYACAAAACEAODUWKsYAAADcAAAA&#10;DwAAAAAAAAAAAAAAAAAHAgAAZHJzL2Rvd25yZXYueG1sUEsFBgAAAAADAAMAtwAAAPoCAAAAAA==&#10;">
                    <v:shape id="Gleichschenkliges Dreieck 271" o:spid="_x0000_s1044" type="#_x0000_t5" style="position:absolute;left:679;top:117;width:5067;height:6426;rotation:683858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" adj="11497" fillcolor="white [3212]" stroked="f" strokeweight="2pt"/>
                    <v:shape id="_x0000_s1045" type="#_x0000_t202" style="position:absolute;left:210;width:3162;height:6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TYN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" filled="f" stroked="f">
                      <v:textbox>
                        <w:txbxContent>
                          <w:p w:rsidR="00816842" w:rsidRPr="00816842" w:rsidRDefault="00816842" w:rsidP="00816842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  <w:r w:rsidRPr="00816842">
                              <w:rPr>
                                <w:rFonts w:ascii="Symbol" w:hAnsi="Symbol" w:cs="Symbol"/>
                                <w:sz w:val="52"/>
                                <w:szCs w:val="52"/>
                              </w:rPr>
                              <w:t></w:t>
                            </w:r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bookmarkEnd w:id="0"/>
    </w:p>
    <w:p w:rsidR="00473347" w:rsidRPr="00774E83" w:rsidRDefault="00473347" w:rsidP="00A82E4E">
      <w:pPr>
        <w:rPr>
          <w:sz w:val="32"/>
          <w:szCs w:val="32"/>
        </w:rPr>
      </w:pPr>
    </w:p>
    <w:p w:rsidR="005C626C" w:rsidRPr="00774E83" w:rsidRDefault="005C626C" w:rsidP="005C626C">
      <w:pPr>
        <w:pStyle w:val="Linien"/>
        <w:spacing w:line="360" w:lineRule="auto"/>
        <w:rPr>
          <w:sz w:val="32"/>
          <w:szCs w:val="32"/>
        </w:rPr>
      </w:pPr>
    </w:p>
    <w:p w:rsidR="00A82E4E" w:rsidRPr="00774E83" w:rsidRDefault="00473347" w:rsidP="005C626C">
      <w:pPr>
        <w:pStyle w:val="Linien"/>
        <w:spacing w:line="360" w:lineRule="auto"/>
        <w:rPr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47029F4A" wp14:editId="4AA5A988">
                <wp:simplePos x="0" y="0"/>
                <wp:positionH relativeFrom="margin">
                  <wp:posOffset>6616700</wp:posOffset>
                </wp:positionH>
                <wp:positionV relativeFrom="paragraph">
                  <wp:posOffset>2928711</wp:posOffset>
                </wp:positionV>
                <wp:extent cx="2840990" cy="434975"/>
                <wp:effectExtent l="0" t="0" r="0" b="317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0990" cy="43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347" w:rsidRPr="00473347" w:rsidRDefault="00473347" w:rsidP="0047334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73347">
                              <w:rPr>
                                <w:sz w:val="32"/>
                                <w:szCs w:val="32"/>
                              </w:rPr>
                              <w:t>(Skizze nicht maßstäblich)</w:t>
                            </w:r>
                          </w:p>
                          <w:p w:rsidR="00473347" w:rsidRDefault="00473347" w:rsidP="0047334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29F4A" id="Textfeld 2" o:spid="_x0000_s1046" type="#_x0000_t202" style="position:absolute;margin-left:521pt;margin-top:230.6pt;width:223.7pt;height:34.25pt;z-index: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" stroked="f">
                <v:textbox>
                  <w:txbxContent>
                    <w:p w:rsidR="00473347" w:rsidRPr="00473347" w:rsidRDefault="00473347" w:rsidP="00473347">
                      <w:pPr>
                        <w:rPr>
                          <w:sz w:val="32"/>
                          <w:szCs w:val="32"/>
                        </w:rPr>
                      </w:pPr>
                      <w:r w:rsidRPr="00473347">
                        <w:rPr>
                          <w:sz w:val="32"/>
                          <w:szCs w:val="32"/>
                        </w:rPr>
                        <w:t>(Skizze nicht maßstäblich)</w:t>
                      </w:r>
                    </w:p>
                    <w:p w:rsidR="00473347" w:rsidRDefault="00473347" w:rsidP="00473347"/>
                  </w:txbxContent>
                </v:textbox>
                <w10:wrap anchorx="margin"/>
              </v:shape>
            </w:pict>
          </mc:Fallback>
        </mc:AlternateContent>
      </w:r>
    </w:p>
    <w:sectPr w:rsidR="00A82E4E" w:rsidRPr="00774E83" w:rsidSect="00774E83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177261"/>
    <w:rsid w:val="00232126"/>
    <w:rsid w:val="002632C1"/>
    <w:rsid w:val="002E772D"/>
    <w:rsid w:val="00316AD7"/>
    <w:rsid w:val="0032295B"/>
    <w:rsid w:val="003B450E"/>
    <w:rsid w:val="003C0764"/>
    <w:rsid w:val="003F2BF5"/>
    <w:rsid w:val="00472AE3"/>
    <w:rsid w:val="00473347"/>
    <w:rsid w:val="004B595C"/>
    <w:rsid w:val="004E1C51"/>
    <w:rsid w:val="00573373"/>
    <w:rsid w:val="005909D9"/>
    <w:rsid w:val="005B577B"/>
    <w:rsid w:val="005C2A45"/>
    <w:rsid w:val="005C626C"/>
    <w:rsid w:val="006C2C59"/>
    <w:rsid w:val="00740FA2"/>
    <w:rsid w:val="00774E83"/>
    <w:rsid w:val="007D169D"/>
    <w:rsid w:val="007F64DE"/>
    <w:rsid w:val="00816842"/>
    <w:rsid w:val="00853093"/>
    <w:rsid w:val="008F2736"/>
    <w:rsid w:val="008F32B4"/>
    <w:rsid w:val="008F63FB"/>
    <w:rsid w:val="00910897"/>
    <w:rsid w:val="009176D4"/>
    <w:rsid w:val="00942513"/>
    <w:rsid w:val="00943F68"/>
    <w:rsid w:val="009E5CE2"/>
    <w:rsid w:val="009E6FA1"/>
    <w:rsid w:val="00A0791F"/>
    <w:rsid w:val="00A27E56"/>
    <w:rsid w:val="00A467B1"/>
    <w:rsid w:val="00A57D50"/>
    <w:rsid w:val="00A82E4E"/>
    <w:rsid w:val="00B17B36"/>
    <w:rsid w:val="00B42B92"/>
    <w:rsid w:val="00B55E44"/>
    <w:rsid w:val="00BA0894"/>
    <w:rsid w:val="00BE399D"/>
    <w:rsid w:val="00BF5D39"/>
    <w:rsid w:val="00C11AFC"/>
    <w:rsid w:val="00C960E9"/>
    <w:rsid w:val="00CE6518"/>
    <w:rsid w:val="00D05412"/>
    <w:rsid w:val="00D36975"/>
    <w:rsid w:val="00D41991"/>
    <w:rsid w:val="00DC6D28"/>
    <w:rsid w:val="00E13961"/>
    <w:rsid w:val="00E67B7D"/>
    <w:rsid w:val="00F478E1"/>
    <w:rsid w:val="00F7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FF8F8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79FB7-DB58-403D-85EC-2B833742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13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2022-04-14T06:19:00Z</dcterms:created>
  <dcterms:modified xsi:type="dcterms:W3CDTF">2022-04-14T06:34:00Z</dcterms:modified>
</cp:coreProperties>
</file>